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1370099-A230-4666-8FC3-84A2FDC07725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